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A0C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5AC1C9" w14:textId="77777777" w:rsidR="007267A0" w:rsidRPr="009C54AE" w:rsidRDefault="007267A0" w:rsidP="007267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C93CF9" w14:textId="0AAE8E37" w:rsidR="007267A0" w:rsidRPr="009C54AE" w:rsidRDefault="007267A0" w:rsidP="007267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370E3F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70E3F">
        <w:rPr>
          <w:rFonts w:ascii="Corbel" w:hAnsi="Corbel"/>
          <w:b/>
          <w:smallCaps/>
          <w:sz w:val="24"/>
          <w:szCs w:val="24"/>
        </w:rPr>
        <w:t>3</w:t>
      </w:r>
    </w:p>
    <w:p w14:paraId="6034E729" w14:textId="77777777" w:rsidR="007267A0" w:rsidRDefault="007267A0" w:rsidP="00726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894ED67" w14:textId="5EAF5F98" w:rsidR="007267A0" w:rsidRPr="00EA4832" w:rsidRDefault="007267A0" w:rsidP="00726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70E3F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370E3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34647CA2" w14:textId="77777777" w:rsidR="007267A0" w:rsidRPr="009C54AE" w:rsidRDefault="007267A0" w:rsidP="007267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58219F9" w14:textId="77777777" w:rsidR="00C34C63" w:rsidRDefault="00C34C63" w:rsidP="00C34C63">
      <w:pPr>
        <w:spacing w:after="0" w:line="240" w:lineRule="exact"/>
        <w:jc w:val="both"/>
        <w:rPr>
          <w:rFonts w:ascii="Corbel" w:hAnsi="Corbel"/>
          <w:szCs w:val="24"/>
        </w:rPr>
      </w:pPr>
    </w:p>
    <w:p w14:paraId="67794368" w14:textId="28DA9B3C" w:rsidR="0085747A" w:rsidRPr="009C54AE" w:rsidRDefault="0071620A" w:rsidP="00C34C63">
      <w:pPr>
        <w:spacing w:after="0" w:line="240" w:lineRule="exact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1E7799" w14:textId="77777777" w:rsidTr="00B819C8">
        <w:tc>
          <w:tcPr>
            <w:tcW w:w="2694" w:type="dxa"/>
            <w:vAlign w:val="center"/>
          </w:tcPr>
          <w:p w14:paraId="321BD9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68735C" w14:textId="77777777" w:rsidR="0085747A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muzyczna</w:t>
            </w:r>
          </w:p>
        </w:tc>
      </w:tr>
      <w:tr w:rsidR="0085747A" w:rsidRPr="009C54AE" w14:paraId="1758D4E5" w14:textId="77777777" w:rsidTr="00B819C8">
        <w:tc>
          <w:tcPr>
            <w:tcW w:w="2694" w:type="dxa"/>
            <w:vAlign w:val="center"/>
          </w:tcPr>
          <w:p w14:paraId="5EDF07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1EF2E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11C4B731" w14:textId="77777777" w:rsidTr="00B819C8">
        <w:tc>
          <w:tcPr>
            <w:tcW w:w="2694" w:type="dxa"/>
            <w:vAlign w:val="center"/>
          </w:tcPr>
          <w:p w14:paraId="45EC1448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D2E5C0" w14:textId="77C5A4C9" w:rsidR="00C64852" w:rsidRPr="009C54AE" w:rsidRDefault="0036507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146211D1" w14:textId="77777777" w:rsidTr="00B819C8">
        <w:tc>
          <w:tcPr>
            <w:tcW w:w="2694" w:type="dxa"/>
            <w:vAlign w:val="center"/>
          </w:tcPr>
          <w:p w14:paraId="42B48E5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C69580" w14:textId="642197B3" w:rsidR="00C64852" w:rsidRPr="009C54AE" w:rsidRDefault="0036507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077EA2A2" w14:textId="77777777" w:rsidTr="00B819C8">
        <w:tc>
          <w:tcPr>
            <w:tcW w:w="2694" w:type="dxa"/>
            <w:vAlign w:val="center"/>
          </w:tcPr>
          <w:p w14:paraId="115228E4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F75B84" w14:textId="018A0AB7" w:rsidR="00C64852" w:rsidRPr="009C54AE" w:rsidRDefault="0007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przedszkolna i wczesnoszkolna</w:t>
            </w:r>
          </w:p>
        </w:tc>
      </w:tr>
      <w:tr w:rsidR="00C64852" w:rsidRPr="009C54AE" w14:paraId="41BF113E" w14:textId="77777777" w:rsidTr="00B819C8">
        <w:tc>
          <w:tcPr>
            <w:tcW w:w="2694" w:type="dxa"/>
            <w:vAlign w:val="center"/>
          </w:tcPr>
          <w:p w14:paraId="2031E5D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4C0DED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15FC5EE1" w14:textId="77777777" w:rsidTr="00B819C8">
        <w:tc>
          <w:tcPr>
            <w:tcW w:w="2694" w:type="dxa"/>
            <w:vAlign w:val="center"/>
          </w:tcPr>
          <w:p w14:paraId="5A0550B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F54FA0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7AA639F1" w14:textId="77777777" w:rsidTr="00B819C8">
        <w:tc>
          <w:tcPr>
            <w:tcW w:w="2694" w:type="dxa"/>
            <w:vAlign w:val="center"/>
          </w:tcPr>
          <w:p w14:paraId="0DD0A89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0944E" w14:textId="64B00ABA"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745D7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14:paraId="391A53BC" w14:textId="77777777" w:rsidTr="00B819C8">
        <w:tc>
          <w:tcPr>
            <w:tcW w:w="2694" w:type="dxa"/>
            <w:vAlign w:val="center"/>
          </w:tcPr>
          <w:p w14:paraId="5609C8F0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6E78BA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14:paraId="6F1390EF" w14:textId="77777777" w:rsidTr="00B819C8">
        <w:tc>
          <w:tcPr>
            <w:tcW w:w="2694" w:type="dxa"/>
            <w:vAlign w:val="center"/>
          </w:tcPr>
          <w:p w14:paraId="420B16CF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76CFED" w14:textId="1D1B821F" w:rsidR="00C64852" w:rsidRPr="009C54AE" w:rsidRDefault="0007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C64852" w:rsidRPr="009C54AE" w14:paraId="00A05008" w14:textId="77777777" w:rsidTr="00B819C8">
        <w:tc>
          <w:tcPr>
            <w:tcW w:w="2694" w:type="dxa"/>
            <w:vAlign w:val="center"/>
          </w:tcPr>
          <w:p w14:paraId="5CAC18DC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28976" w14:textId="77777777"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0470E9ED" w14:textId="77777777" w:rsidTr="00B819C8">
        <w:tc>
          <w:tcPr>
            <w:tcW w:w="2694" w:type="dxa"/>
            <w:vAlign w:val="center"/>
          </w:tcPr>
          <w:p w14:paraId="212B066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A2039A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14:paraId="376C0AF3" w14:textId="77777777" w:rsidTr="00B819C8">
        <w:tc>
          <w:tcPr>
            <w:tcW w:w="2694" w:type="dxa"/>
            <w:vAlign w:val="center"/>
          </w:tcPr>
          <w:p w14:paraId="7ACAE30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7569E3" w14:textId="6C331730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ECCBD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53EB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9030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AD33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E3297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4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DC2A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D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88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9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6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DE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08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F8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4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B714A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EDFC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AD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5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23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D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4B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27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4B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841F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3E33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6C0F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B3C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F582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4881C" w14:textId="435B9908" w:rsidR="0085747A" w:rsidRPr="000745D7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0745D7">
        <w:rPr>
          <w:rFonts w:ascii="MS Gothic" w:eastAsia="MS Gothic" w:hAnsi="MS Gothic" w:cs="MS Gothic"/>
          <w:bCs/>
          <w:szCs w:val="24"/>
        </w:rPr>
        <w:t>x</w:t>
      </w:r>
      <w:r w:rsidR="000745D7" w:rsidRPr="000745D7"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0745D7"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5F5674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CA2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8FD22" w14:textId="146C12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0745D7">
        <w:rPr>
          <w:rFonts w:ascii="Corbel" w:hAnsi="Corbel"/>
          <w:smallCaps w:val="0"/>
          <w:szCs w:val="24"/>
        </w:rPr>
        <w:t xml:space="preserve">przedmiotu </w:t>
      </w:r>
      <w:r w:rsidR="000745D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0F3F9B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EA3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5EC9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B8A004A" w14:textId="77777777" w:rsidTr="00745302">
        <w:tc>
          <w:tcPr>
            <w:tcW w:w="9670" w:type="dxa"/>
          </w:tcPr>
          <w:p w14:paraId="0E7221DE" w14:textId="77777777"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0839EB0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A44B5" w14:textId="61FDF9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0745D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C2AB37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32A7C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5C54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D86D2B" w14:textId="77777777" w:rsidTr="00923D7D">
        <w:tc>
          <w:tcPr>
            <w:tcW w:w="851" w:type="dxa"/>
            <w:vAlign w:val="center"/>
          </w:tcPr>
          <w:p w14:paraId="2029CF6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5CEB8" w14:textId="73A4CC2C" w:rsidR="0085747A" w:rsidRPr="00F44AAC" w:rsidRDefault="00F44AAC" w:rsidP="00AB66C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>
              <w:t xml:space="preserve"> 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</w:t>
            </w:r>
            <w:r w:rsidR="000745D7" w:rsidRPr="00F44AAC">
              <w:rPr>
                <w:rFonts w:ascii="Corbel" w:hAnsi="Corbel"/>
                <w:sz w:val="24"/>
                <w:szCs w:val="24"/>
              </w:rPr>
              <w:t>w wiedzę</w:t>
            </w:r>
            <w:r w:rsidRPr="00F44AAC">
              <w:rPr>
                <w:rFonts w:ascii="Corbel" w:hAnsi="Corbel"/>
                <w:sz w:val="24"/>
                <w:szCs w:val="24"/>
              </w:rPr>
              <w:t xml:space="preserve"> o muzyce, konieczną do realizacji zadań nauczyciela wczesnej edukacji.                             </w:t>
            </w:r>
          </w:p>
        </w:tc>
      </w:tr>
      <w:tr w:rsidR="0085747A" w:rsidRPr="009C54AE" w14:paraId="2F4EB7C5" w14:textId="77777777" w:rsidTr="00923D7D">
        <w:tc>
          <w:tcPr>
            <w:tcW w:w="851" w:type="dxa"/>
            <w:vAlign w:val="center"/>
          </w:tcPr>
          <w:p w14:paraId="35E0DC12" w14:textId="77777777"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676307" w14:textId="05D8E514" w:rsidR="0085747A" w:rsidRPr="009C54AE" w:rsidRDefault="000745D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podstawowych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sprzyjających twórczemu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85747A" w:rsidRPr="009C54AE" w14:paraId="77CCD8CC" w14:textId="77777777" w:rsidTr="00923D7D">
        <w:tc>
          <w:tcPr>
            <w:tcW w:w="851" w:type="dxa"/>
            <w:vAlign w:val="center"/>
          </w:tcPr>
          <w:p w14:paraId="79ECCB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C3C13B6" w14:textId="590471EB" w:rsidR="0085747A" w:rsidRPr="009C54AE" w:rsidRDefault="000745D7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w</w:t>
            </w:r>
            <w:r w:rsidR="00A24C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obszarze polskiej</w:t>
            </w:r>
            <w:r w:rsidR="00A24C56">
              <w:rPr>
                <w:rFonts w:ascii="Corbel" w:hAnsi="Corbel"/>
                <w:b w:val="0"/>
                <w:sz w:val="24"/>
                <w:szCs w:val="24"/>
              </w:rPr>
              <w:t xml:space="preserve">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14:paraId="08A606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E17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F189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D7BC7B0" w14:textId="77777777" w:rsidTr="0071620A">
        <w:tc>
          <w:tcPr>
            <w:tcW w:w="1701" w:type="dxa"/>
            <w:vAlign w:val="center"/>
          </w:tcPr>
          <w:p w14:paraId="272A28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54F3D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C15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1DA145" w14:textId="77777777" w:rsidTr="005E6E85">
        <w:tc>
          <w:tcPr>
            <w:tcW w:w="1701" w:type="dxa"/>
          </w:tcPr>
          <w:p w14:paraId="30A869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DE874C" w14:textId="369E4E0B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 terminy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muzyki. Wymieni </w:t>
            </w:r>
            <w:r w:rsidR="00C871E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 formy edukacji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muzycznej w </w:t>
            </w:r>
            <w:r w:rsidR="00EF70A0">
              <w:rPr>
                <w:rFonts w:ascii="Corbel" w:hAnsi="Corbel"/>
                <w:b w:val="0"/>
                <w:smallCaps w:val="0"/>
                <w:szCs w:val="24"/>
              </w:rPr>
              <w:t>procesie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>umuzykalniania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i wychowania muzycznego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 dzieci.</w:t>
            </w:r>
          </w:p>
        </w:tc>
        <w:tc>
          <w:tcPr>
            <w:tcW w:w="1873" w:type="dxa"/>
          </w:tcPr>
          <w:p w14:paraId="3EF95423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PPiW.K_W01</w:t>
            </w:r>
          </w:p>
        </w:tc>
      </w:tr>
      <w:tr w:rsidR="0085747A" w:rsidRPr="009C54AE" w14:paraId="3919AAC4" w14:textId="77777777" w:rsidTr="005E6E85">
        <w:tc>
          <w:tcPr>
            <w:tcW w:w="1701" w:type="dxa"/>
          </w:tcPr>
          <w:p w14:paraId="51C0DD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EF5D8D" w14:textId="1BD30FE4" w:rsidR="0085747A" w:rsidRPr="00A1719A" w:rsidRDefault="00D106C6" w:rsidP="00A1719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0745D7">
              <w:rPr>
                <w:rFonts w:ascii="Corbel" w:hAnsi="Corbel"/>
              </w:rPr>
              <w:t>różnicuje</w:t>
            </w:r>
            <w:r w:rsidR="000745D7" w:rsidRPr="00A1719A">
              <w:rPr>
                <w:rFonts w:ascii="Corbel" w:hAnsi="Corbel"/>
              </w:rPr>
              <w:t xml:space="preserve"> </w:t>
            </w:r>
            <w:r w:rsidR="000745D7">
              <w:rPr>
                <w:rFonts w:ascii="Corbel" w:hAnsi="Corbel"/>
              </w:rPr>
              <w:t>i</w:t>
            </w:r>
            <w:r w:rsidR="00F51003">
              <w:rPr>
                <w:rFonts w:ascii="Corbel" w:hAnsi="Corbel"/>
              </w:rPr>
              <w:t xml:space="preserve"> zastosuje </w:t>
            </w:r>
            <w:r w:rsidR="00A1719A" w:rsidRPr="00A1719A">
              <w:rPr>
                <w:rFonts w:ascii="Corbel" w:hAnsi="Corbel"/>
              </w:rPr>
              <w:t>działania edukacyjne stosownie do etapu rozwoju dziecka i jego możliwości.</w:t>
            </w:r>
          </w:p>
        </w:tc>
        <w:tc>
          <w:tcPr>
            <w:tcW w:w="1873" w:type="dxa"/>
          </w:tcPr>
          <w:p w14:paraId="6FE4D704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PPiW.K_U05</w:t>
            </w:r>
          </w:p>
        </w:tc>
      </w:tr>
      <w:tr w:rsidR="0085747A" w:rsidRPr="009C54AE" w14:paraId="575DA759" w14:textId="77777777" w:rsidTr="005E6E85">
        <w:tc>
          <w:tcPr>
            <w:tcW w:w="1701" w:type="dxa"/>
          </w:tcPr>
          <w:p w14:paraId="28B8F3DA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6FB315" w14:textId="0757E502" w:rsidR="0085747A" w:rsidRPr="009C54AE" w:rsidRDefault="00F51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scenariusz zajęć </w:t>
            </w:r>
            <w:r w:rsidR="000745D7">
              <w:rPr>
                <w:rFonts w:ascii="Corbel" w:hAnsi="Corbel"/>
                <w:b w:val="0"/>
                <w:smallCaps w:val="0"/>
                <w:szCs w:val="24"/>
              </w:rPr>
              <w:t>muzycznych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oparciu o zdobytą wiedzę teoretyczną i praktyczną.</w:t>
            </w:r>
          </w:p>
        </w:tc>
        <w:tc>
          <w:tcPr>
            <w:tcW w:w="1873" w:type="dxa"/>
          </w:tcPr>
          <w:p w14:paraId="0A361203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PPiW.K_U06</w:t>
            </w:r>
          </w:p>
        </w:tc>
      </w:tr>
      <w:tr w:rsidR="00326277" w:rsidRPr="009C54AE" w14:paraId="693451B0" w14:textId="77777777" w:rsidTr="005E6E85">
        <w:tc>
          <w:tcPr>
            <w:tcW w:w="1701" w:type="dxa"/>
          </w:tcPr>
          <w:p w14:paraId="3EE9EC41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195B2C" w14:textId="77777777" w:rsidR="00326277" w:rsidRPr="009C54AE" w:rsidRDefault="00707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Wymyśli sposób rozwiązania problemu edukacyjnego, związanego ze zróżnicowanymi uzdolnieniami muzycznymi dzieci w grupie.</w:t>
            </w:r>
          </w:p>
        </w:tc>
        <w:tc>
          <w:tcPr>
            <w:tcW w:w="1873" w:type="dxa"/>
          </w:tcPr>
          <w:p w14:paraId="7ACB6D7D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PPiW.K_U07</w:t>
            </w:r>
          </w:p>
        </w:tc>
      </w:tr>
      <w:tr w:rsidR="00326277" w:rsidRPr="009C54AE" w14:paraId="29B7BE8F" w14:textId="77777777" w:rsidTr="005E6E85">
        <w:tc>
          <w:tcPr>
            <w:tcW w:w="1701" w:type="dxa"/>
          </w:tcPr>
          <w:p w14:paraId="172EC1C1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CBC368" w14:textId="77777777" w:rsidR="00326277" w:rsidRPr="009C54AE" w:rsidRDefault="00315D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</w:t>
            </w:r>
            <w:r w:rsidR="002B2DA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działania na rzecz propagowania kultury muzycznej regionu. Inicjuje sytuacje prowadzące do poznania przez dzieci polskiego folkloru muzycznego i zrozu</w:t>
            </w:r>
            <w:r w:rsidR="00986535">
              <w:rPr>
                <w:rFonts w:ascii="Corbel" w:hAnsi="Corbel"/>
                <w:b w:val="0"/>
                <w:smallCaps w:val="0"/>
                <w:szCs w:val="24"/>
              </w:rPr>
              <w:t>mienia jego roli w tworzeniu tożsamości narodowej.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F1452C2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PPiW.K_K04</w:t>
            </w:r>
          </w:p>
        </w:tc>
      </w:tr>
    </w:tbl>
    <w:p w14:paraId="09164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CFF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8C089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7486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9E53726" w14:textId="77777777" w:rsidTr="00923D7D">
        <w:tc>
          <w:tcPr>
            <w:tcW w:w="9639" w:type="dxa"/>
          </w:tcPr>
          <w:p w14:paraId="7E51F9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7F62FF" w14:textId="77777777" w:rsidTr="00923D7D">
        <w:tc>
          <w:tcPr>
            <w:tcW w:w="9639" w:type="dxa"/>
          </w:tcPr>
          <w:p w14:paraId="59816EAA" w14:textId="02E3D269" w:rsidR="0085747A" w:rsidRPr="009C54AE" w:rsidRDefault="000745D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3CA80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4F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596A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A5AE18B" w14:textId="77777777" w:rsidTr="00923D7D">
        <w:tc>
          <w:tcPr>
            <w:tcW w:w="9639" w:type="dxa"/>
          </w:tcPr>
          <w:p w14:paraId="796673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5D7" w:rsidRPr="009C54AE" w14:paraId="74898FE3" w14:textId="77777777" w:rsidTr="00923D7D">
        <w:tc>
          <w:tcPr>
            <w:tcW w:w="9639" w:type="dxa"/>
          </w:tcPr>
          <w:p w14:paraId="3B8B92BF" w14:textId="5B80EF73" w:rsidR="000745D7" w:rsidRPr="009C54AE" w:rsidRDefault="000745D7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muzyki (podstawowe</w:t>
            </w:r>
            <w:r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0745D7" w:rsidRPr="009C54AE" w14:paraId="32704F03" w14:textId="77777777" w:rsidTr="00923D7D">
        <w:tc>
          <w:tcPr>
            <w:tcW w:w="9639" w:type="dxa"/>
          </w:tcPr>
          <w:p w14:paraId="5C61E3E2" w14:textId="4A98F0A0" w:rsidR="000745D7" w:rsidRPr="009C54AE" w:rsidRDefault="000745D7" w:rsidP="000745D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Notacja muzyczna.</w:t>
            </w:r>
          </w:p>
        </w:tc>
      </w:tr>
      <w:tr w:rsidR="000745D7" w:rsidRPr="009C54AE" w14:paraId="5B195E4D" w14:textId="77777777" w:rsidTr="00923D7D">
        <w:tc>
          <w:tcPr>
            <w:tcW w:w="9639" w:type="dxa"/>
          </w:tcPr>
          <w:p w14:paraId="1993EDE0" w14:textId="78CFFBEB" w:rsidR="000745D7" w:rsidRPr="000852A7" w:rsidRDefault="000745D7" w:rsidP="000745D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Elementy dyrygowania</w:t>
            </w:r>
            <w:r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0745D7" w:rsidRPr="009C54AE" w14:paraId="7455AA61" w14:textId="77777777" w:rsidTr="00923D7D">
        <w:tc>
          <w:tcPr>
            <w:tcW w:w="9639" w:type="dxa"/>
          </w:tcPr>
          <w:p w14:paraId="77438517" w14:textId="4FB9AF2B" w:rsidR="000745D7" w:rsidRPr="000852A7" w:rsidRDefault="000745D7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doboru piosenek dziecięcych, tworzenie repertuaru.</w:t>
            </w:r>
          </w:p>
        </w:tc>
      </w:tr>
      <w:tr w:rsidR="000745D7" w:rsidRPr="009C54AE" w14:paraId="74D48FD5" w14:textId="77777777" w:rsidTr="00923D7D">
        <w:tc>
          <w:tcPr>
            <w:tcW w:w="9639" w:type="dxa"/>
          </w:tcPr>
          <w:p w14:paraId="15764227" w14:textId="0D4611CB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sylabiczna nauczania wartości rytmicznych.</w:t>
            </w:r>
          </w:p>
        </w:tc>
      </w:tr>
      <w:tr w:rsidR="000745D7" w:rsidRPr="009C54AE" w14:paraId="7BDF8DB4" w14:textId="77777777" w:rsidTr="00923D7D">
        <w:tc>
          <w:tcPr>
            <w:tcW w:w="9639" w:type="dxa"/>
          </w:tcPr>
          <w:p w14:paraId="199ECB07" w14:textId="37D58244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wychowania muzycznego.</w:t>
            </w:r>
          </w:p>
        </w:tc>
      </w:tr>
      <w:tr w:rsidR="000745D7" w:rsidRPr="009C54AE" w14:paraId="64BA0B84" w14:textId="77777777" w:rsidTr="00923D7D">
        <w:tc>
          <w:tcPr>
            <w:tcW w:w="9639" w:type="dxa"/>
          </w:tcPr>
          <w:p w14:paraId="4A4C1B24" w14:textId="5168D363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Tworzenie akompaniamentu na instrumentach perkusyjnych określonej i nieokreślonej wysokości dźwięku.</w:t>
            </w:r>
          </w:p>
        </w:tc>
      </w:tr>
      <w:tr w:rsidR="000745D7" w:rsidRPr="009C54AE" w14:paraId="78B7BCE2" w14:textId="77777777" w:rsidTr="00923D7D">
        <w:tc>
          <w:tcPr>
            <w:tcW w:w="9639" w:type="dxa"/>
          </w:tcPr>
          <w:p w14:paraId="5058C62E" w14:textId="4BEA12C6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Zabawy muzyczne.</w:t>
            </w:r>
          </w:p>
        </w:tc>
      </w:tr>
      <w:tr w:rsidR="000745D7" w:rsidRPr="009C54AE" w14:paraId="1E984CBF" w14:textId="77777777" w:rsidTr="00923D7D">
        <w:tc>
          <w:tcPr>
            <w:tcW w:w="9639" w:type="dxa"/>
          </w:tcPr>
          <w:p w14:paraId="3BD612B4" w14:textId="247D86EF" w:rsidR="000745D7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Scenariusze zajęć muzycznych.</w:t>
            </w:r>
          </w:p>
        </w:tc>
      </w:tr>
    </w:tbl>
    <w:p w14:paraId="53C50E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C4F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E0939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43625" w14:textId="7F9DD9AC" w:rsidR="0085747A" w:rsidRPr="009C54AE" w:rsidRDefault="000745D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sz w:val="22"/>
        </w:rPr>
        <w:t>ćwiczenia praktyczne, podająca, eksponująca (pokaz), projekt praktyczny</w:t>
      </w:r>
    </w:p>
    <w:p w14:paraId="47EE98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4D1FD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CC51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4C66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06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C751084" w14:textId="77777777" w:rsidTr="00C05F44">
        <w:tc>
          <w:tcPr>
            <w:tcW w:w="1985" w:type="dxa"/>
            <w:vAlign w:val="center"/>
          </w:tcPr>
          <w:p w14:paraId="0AC6DE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501B9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3E825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19FB7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124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EEB2A2" w14:textId="77777777" w:rsidTr="00C05F44">
        <w:tc>
          <w:tcPr>
            <w:tcW w:w="1985" w:type="dxa"/>
          </w:tcPr>
          <w:p w14:paraId="42076E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1870C2" w14:textId="77777777" w:rsidR="0085747A" w:rsidRPr="00521EBF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EAA7F9E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85747A" w:rsidRPr="009C54AE" w14:paraId="1E765F1B" w14:textId="77777777" w:rsidTr="00C05F44">
        <w:tc>
          <w:tcPr>
            <w:tcW w:w="1985" w:type="dxa"/>
          </w:tcPr>
          <w:p w14:paraId="6947A9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D3B7364" w14:textId="77777777" w:rsidR="0085747A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6CC6B764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309DAAA4" w14:textId="77777777" w:rsidTr="00C05F44">
        <w:tc>
          <w:tcPr>
            <w:tcW w:w="1985" w:type="dxa"/>
          </w:tcPr>
          <w:p w14:paraId="3E2B5850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FE7D62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21EBF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C10190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671BBDC" w14:textId="77777777" w:rsidTr="00C05F44">
        <w:tc>
          <w:tcPr>
            <w:tcW w:w="1985" w:type="dxa"/>
          </w:tcPr>
          <w:p w14:paraId="2BA821C8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4C514" w14:textId="77777777" w:rsidR="00A07348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59A97EC9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759FD8C" w14:textId="77777777" w:rsidTr="00C05F44">
        <w:tc>
          <w:tcPr>
            <w:tcW w:w="1985" w:type="dxa"/>
          </w:tcPr>
          <w:p w14:paraId="6440D4C4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62F47F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</w:t>
            </w:r>
            <w:r w:rsidR="00521EB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126" w:type="dxa"/>
          </w:tcPr>
          <w:p w14:paraId="7EE94DC8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</w:tbl>
    <w:p w14:paraId="3260C27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245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8FE1E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98E87C" w14:textId="77777777" w:rsidTr="00923D7D">
        <w:tc>
          <w:tcPr>
            <w:tcW w:w="9670" w:type="dxa"/>
          </w:tcPr>
          <w:p w14:paraId="77E1D512" w14:textId="77777777"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B80A74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75C1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1B9F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1DD4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8232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DF26AB" w14:textId="77777777" w:rsidTr="003E1941">
        <w:tc>
          <w:tcPr>
            <w:tcW w:w="4962" w:type="dxa"/>
            <w:vAlign w:val="center"/>
          </w:tcPr>
          <w:p w14:paraId="06E685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14B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C54F7C1" w14:textId="77777777" w:rsidTr="00923D7D">
        <w:tc>
          <w:tcPr>
            <w:tcW w:w="4962" w:type="dxa"/>
          </w:tcPr>
          <w:p w14:paraId="6DDB5D63" w14:textId="3008C9FA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6507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6507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9A950E" w14:textId="77777777" w:rsidR="0085747A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CB19B71" w14:textId="77777777" w:rsidTr="00923D7D">
        <w:tc>
          <w:tcPr>
            <w:tcW w:w="4962" w:type="dxa"/>
          </w:tcPr>
          <w:p w14:paraId="52B16D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BEA4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A8FAFD" w14:textId="77777777" w:rsidR="00C61DC5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CDC9446" w14:textId="77777777" w:rsidTr="00923D7D">
        <w:tc>
          <w:tcPr>
            <w:tcW w:w="4962" w:type="dxa"/>
          </w:tcPr>
          <w:p w14:paraId="0AFDA001" w14:textId="77777777" w:rsidR="000745D7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FF95078" w14:textId="3EEFF92A" w:rsidR="00C61DC5" w:rsidRPr="009C54AE" w:rsidRDefault="000745D7" w:rsidP="00074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90B780" w14:textId="77777777" w:rsidR="00C61DC5" w:rsidRPr="009C54AE" w:rsidRDefault="00B946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5B2B9220" w14:textId="77777777" w:rsidTr="00923D7D">
        <w:tc>
          <w:tcPr>
            <w:tcW w:w="4962" w:type="dxa"/>
          </w:tcPr>
          <w:p w14:paraId="453115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01627A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10972EA7" w14:textId="77777777" w:rsidTr="00923D7D">
        <w:tc>
          <w:tcPr>
            <w:tcW w:w="4962" w:type="dxa"/>
          </w:tcPr>
          <w:p w14:paraId="3191AB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5E8167" w14:textId="77777777" w:rsidR="0085747A" w:rsidRPr="009C54AE" w:rsidRDefault="00496A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E575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CA47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DA1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BD51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0615F2" w14:textId="77777777" w:rsidTr="0071620A">
        <w:trPr>
          <w:trHeight w:val="397"/>
        </w:trPr>
        <w:tc>
          <w:tcPr>
            <w:tcW w:w="3544" w:type="dxa"/>
          </w:tcPr>
          <w:p w14:paraId="28FC1D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B097623" w14:textId="1C88F944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1968151E" w14:textId="77777777" w:rsidTr="0071620A">
        <w:trPr>
          <w:trHeight w:val="397"/>
        </w:trPr>
        <w:tc>
          <w:tcPr>
            <w:tcW w:w="3544" w:type="dxa"/>
          </w:tcPr>
          <w:p w14:paraId="3584E1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C1084C" w14:textId="18D0C2C8" w:rsidR="0085747A" w:rsidRPr="009C54AE" w:rsidRDefault="00074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48FEDA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6AF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4482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375B99" w14:textId="77777777" w:rsidTr="0071620A">
        <w:trPr>
          <w:trHeight w:val="397"/>
        </w:trPr>
        <w:tc>
          <w:tcPr>
            <w:tcW w:w="7513" w:type="dxa"/>
          </w:tcPr>
          <w:p w14:paraId="5054C0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1DA9B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1.Klechniowska A.M., Szkoła na fortepian, PWM 2010. </w:t>
            </w:r>
          </w:p>
          <w:p w14:paraId="6B0C5295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52C91C02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08445890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4. Malko </w:t>
            </w:r>
            <w:proofErr w:type="spellStart"/>
            <w:r w:rsidRPr="00CD145B">
              <w:rPr>
                <w:rFonts w:ascii="Corbel" w:hAnsi="Corbel"/>
              </w:rPr>
              <w:t>D.,Metodyka</w:t>
            </w:r>
            <w:proofErr w:type="spellEnd"/>
            <w:r w:rsidRPr="00CD145B">
              <w:rPr>
                <w:rFonts w:ascii="Corbel" w:hAnsi="Corbel"/>
              </w:rPr>
              <w:t xml:space="preserve"> wychowania muzycznego w przedszkolu, Warszawa 1990. </w:t>
            </w:r>
          </w:p>
          <w:p w14:paraId="41064C00" w14:textId="77777777" w:rsid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299E84FA" w14:textId="4DCF73A1" w:rsidR="008339BD" w:rsidRPr="0042621D" w:rsidRDefault="008339BD" w:rsidP="00CD145B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</w:t>
            </w:r>
            <w:r w:rsidR="000745D7">
              <w:rPr>
                <w:rFonts w:ascii="Corbel" w:hAnsi="Corbel"/>
              </w:rPr>
              <w:t>W</w:t>
            </w:r>
            <w:r w:rsidRPr="0042621D">
              <w:rPr>
                <w:rFonts w:ascii="Corbel" w:hAnsi="Corbel"/>
              </w:rPr>
              <w:t>esołowski F., Zasady muzyki, Kraków 1980.</w:t>
            </w:r>
          </w:p>
          <w:p w14:paraId="416030A7" w14:textId="77777777" w:rsidR="00CD145B" w:rsidRPr="009C54AE" w:rsidRDefault="00CD145B" w:rsidP="00CD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261DEB1" w14:textId="77777777" w:rsidTr="0071620A">
        <w:trPr>
          <w:trHeight w:val="397"/>
        </w:trPr>
        <w:tc>
          <w:tcPr>
            <w:tcW w:w="7513" w:type="dxa"/>
          </w:tcPr>
          <w:p w14:paraId="40C1C9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65F4C3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136BBC27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2.Przychodzińska-Kociczak Maria, Zrozumieć muzykę, wyd. Nasza Księgarnia, 1984. </w:t>
            </w:r>
          </w:p>
          <w:p w14:paraId="271DD972" w14:textId="77777777" w:rsid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3. </w:t>
            </w:r>
            <w:proofErr w:type="spellStart"/>
            <w:r w:rsidRPr="005260C2">
              <w:rPr>
                <w:rFonts w:ascii="Corbel" w:hAnsi="Corbel"/>
              </w:rPr>
              <w:t>Smoczynska</w:t>
            </w:r>
            <w:proofErr w:type="spellEnd"/>
            <w:r w:rsidRPr="005260C2">
              <w:rPr>
                <w:rFonts w:ascii="Corbel" w:hAnsi="Corbel"/>
              </w:rPr>
              <w:t xml:space="preserve"> – </w:t>
            </w:r>
            <w:proofErr w:type="spellStart"/>
            <w:r w:rsidRPr="005260C2">
              <w:rPr>
                <w:rFonts w:ascii="Corbel" w:hAnsi="Corbel"/>
              </w:rPr>
              <w:t>Nachtman</w:t>
            </w:r>
            <w:proofErr w:type="spellEnd"/>
            <w:r w:rsidRPr="005260C2">
              <w:rPr>
                <w:rFonts w:ascii="Corbel" w:hAnsi="Corbel"/>
              </w:rPr>
              <w:t xml:space="preserve"> U., Rozśpiewane przedszkole, Warszawa 1988. </w:t>
            </w:r>
          </w:p>
          <w:p w14:paraId="082C9BCE" w14:textId="6E9342F9" w:rsidR="005260C2" w:rsidRPr="000745D7" w:rsidRDefault="005260C2" w:rsidP="000745D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4.Smoczyńska-Nachtman U., Muzyka dla dzieci, Warszawa 1992.</w:t>
            </w:r>
          </w:p>
        </w:tc>
      </w:tr>
    </w:tbl>
    <w:p w14:paraId="6FA8F0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60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E2B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9417" w14:textId="77777777" w:rsidR="00D05C4E" w:rsidRDefault="00D05C4E" w:rsidP="00C16ABF">
      <w:pPr>
        <w:spacing w:after="0" w:line="240" w:lineRule="auto"/>
      </w:pPr>
      <w:r>
        <w:separator/>
      </w:r>
    </w:p>
  </w:endnote>
  <w:endnote w:type="continuationSeparator" w:id="0">
    <w:p w14:paraId="52741483" w14:textId="77777777" w:rsidR="00D05C4E" w:rsidRDefault="00D05C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C29B7" w14:textId="77777777" w:rsidR="00D05C4E" w:rsidRDefault="00D05C4E" w:rsidP="00C16ABF">
      <w:pPr>
        <w:spacing w:after="0" w:line="240" w:lineRule="auto"/>
      </w:pPr>
      <w:r>
        <w:separator/>
      </w:r>
    </w:p>
  </w:footnote>
  <w:footnote w:type="continuationSeparator" w:id="0">
    <w:p w14:paraId="794FF05F" w14:textId="77777777" w:rsidR="00D05C4E" w:rsidRDefault="00D05C4E" w:rsidP="00C16ABF">
      <w:pPr>
        <w:spacing w:after="0" w:line="240" w:lineRule="auto"/>
      </w:pPr>
      <w:r>
        <w:continuationSeparator/>
      </w:r>
    </w:p>
  </w:footnote>
  <w:footnote w:id="1">
    <w:p w14:paraId="3D792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70ED6"/>
    <w:rsid w:val="00073FE4"/>
    <w:rsid w:val="000742DC"/>
    <w:rsid w:val="000745D7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C3CE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5F69"/>
    <w:rsid w:val="002144C0"/>
    <w:rsid w:val="0022477D"/>
    <w:rsid w:val="002278A9"/>
    <w:rsid w:val="002336F9"/>
    <w:rsid w:val="0024028F"/>
    <w:rsid w:val="00241076"/>
    <w:rsid w:val="00244ABC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B6BF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6FE9"/>
    <w:rsid w:val="0034759A"/>
    <w:rsid w:val="003503F6"/>
    <w:rsid w:val="003523F0"/>
    <w:rsid w:val="003530DD"/>
    <w:rsid w:val="00363F78"/>
    <w:rsid w:val="0036507E"/>
    <w:rsid w:val="00370E3F"/>
    <w:rsid w:val="003A0A5B"/>
    <w:rsid w:val="003A1176"/>
    <w:rsid w:val="003A5C1D"/>
    <w:rsid w:val="003C0BAE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0E8F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04AB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267A0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AE9"/>
    <w:rsid w:val="008100D2"/>
    <w:rsid w:val="0081554D"/>
    <w:rsid w:val="0081707E"/>
    <w:rsid w:val="00823FD1"/>
    <w:rsid w:val="00825726"/>
    <w:rsid w:val="0083241B"/>
    <w:rsid w:val="008339BD"/>
    <w:rsid w:val="008449B3"/>
    <w:rsid w:val="0085747A"/>
    <w:rsid w:val="0086764F"/>
    <w:rsid w:val="00884922"/>
    <w:rsid w:val="00885F64"/>
    <w:rsid w:val="008917F9"/>
    <w:rsid w:val="00894F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535"/>
    <w:rsid w:val="009923F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48"/>
    <w:rsid w:val="00A155EE"/>
    <w:rsid w:val="00A1719A"/>
    <w:rsid w:val="00A2245B"/>
    <w:rsid w:val="00A24C5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6"/>
    <w:rsid w:val="00AB66C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C63"/>
    <w:rsid w:val="00C36992"/>
    <w:rsid w:val="00C56036"/>
    <w:rsid w:val="00C57853"/>
    <w:rsid w:val="00C61DC5"/>
    <w:rsid w:val="00C64852"/>
    <w:rsid w:val="00C67E92"/>
    <w:rsid w:val="00C70A26"/>
    <w:rsid w:val="00C766DF"/>
    <w:rsid w:val="00C871E3"/>
    <w:rsid w:val="00C8739E"/>
    <w:rsid w:val="00C94B98"/>
    <w:rsid w:val="00CA2B96"/>
    <w:rsid w:val="00CA5089"/>
    <w:rsid w:val="00CB42CB"/>
    <w:rsid w:val="00CD145B"/>
    <w:rsid w:val="00CD2D3E"/>
    <w:rsid w:val="00CD6897"/>
    <w:rsid w:val="00CE5BAC"/>
    <w:rsid w:val="00CF25BE"/>
    <w:rsid w:val="00CF47EB"/>
    <w:rsid w:val="00CF78ED"/>
    <w:rsid w:val="00D02B25"/>
    <w:rsid w:val="00D02EBA"/>
    <w:rsid w:val="00D05C4E"/>
    <w:rsid w:val="00D106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3952"/>
    <w:rsid w:val="00EC4899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3B28"/>
    <w:rsid w:val="00F90E6D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900A"/>
  <w15:docId w15:val="{4693AC24-4AC9-4C57-856E-A7861F45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C8537-5E0A-4849-BF3A-AA6C9CA5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2020-10-19T10:08:00Z</cp:lastPrinted>
  <dcterms:created xsi:type="dcterms:W3CDTF">2019-10-25T15:21:00Z</dcterms:created>
  <dcterms:modified xsi:type="dcterms:W3CDTF">2021-09-08T08:04:00Z</dcterms:modified>
</cp:coreProperties>
</file>